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BCEF8" w14:textId="0DB878B4" w:rsidR="00597DF1" w:rsidRPr="00597DF1" w:rsidRDefault="00597DF1" w:rsidP="00597DF1">
      <w:pPr>
        <w:ind w:left="158" w:hanging="158"/>
      </w:pPr>
      <w:r w:rsidRPr="00597DF1">
        <w:t>Beste broer/zus,</w:t>
      </w:r>
    </w:p>
    <w:p w14:paraId="4F7F7355" w14:textId="565792B7" w:rsidR="009410C5" w:rsidRDefault="00597DF1" w:rsidP="00597DF1">
      <w:r w:rsidRPr="00597DF1">
        <w:t xml:space="preserve">Hieronder vind je een voorbeeld van een tekst die </w:t>
      </w:r>
      <w:r w:rsidR="003F133A">
        <w:t>je kunt gebruiken om jouw gemeente kennis te laten maken met het traject dat jullie als kerk gaan volgen. De tekst kun je bijvoorbeeld gebruiken voor in het kerkblad, de nieuwsbrief, op de website, social media, of in de app.</w:t>
      </w:r>
    </w:p>
    <w:p w14:paraId="0F629103" w14:textId="77777777" w:rsidR="009410C5" w:rsidRDefault="009410C5" w:rsidP="00597DF1"/>
    <w:p w14:paraId="78FB39EC" w14:textId="4C504BE9" w:rsidR="00597DF1" w:rsidRDefault="00FF6B27" w:rsidP="00597DF1">
      <w:r>
        <w:t xml:space="preserve">Vanzelfsprekend </w:t>
      </w:r>
      <w:r w:rsidR="009410C5">
        <w:t xml:space="preserve">kun je de tekst aanpassen naar jullie situatie of iets toevoegen als je nog iets meer over het traject wilt vertellen. Ook kun je één van de afbeeldingen uit de communicatiematerialen toevoegen. </w:t>
      </w:r>
    </w:p>
    <w:p w14:paraId="4B331F19" w14:textId="033CE943" w:rsidR="009410C5" w:rsidRDefault="009410C5" w:rsidP="00597DF1"/>
    <w:p w14:paraId="53D51E03" w14:textId="77777777" w:rsidR="003F133A" w:rsidRDefault="009410C5" w:rsidP="00597DF1">
      <w:r>
        <w:t xml:space="preserve">We moedigen het aan dat jullie je als kerk de verschillende communicatiematerialen eigen maken. Dit kan door bijvoorbeeld het logo van jullie kerk toe te voegen aan het beeldmateriaal (de rechterbovenhoek is hiervoor leeg gelaten). </w:t>
      </w:r>
    </w:p>
    <w:p w14:paraId="72BF3207" w14:textId="77777777" w:rsidR="003F133A" w:rsidRDefault="003F133A" w:rsidP="00597DF1"/>
    <w:p w14:paraId="52CD6763" w14:textId="7494A65B" w:rsidR="009410C5" w:rsidRDefault="003F133A" w:rsidP="00597DF1">
      <w:r>
        <w:t>Ook is het een mooi idee om een pagina op de eigen kerkwebsite te maken en daar de informatie en materialen van de trektocht te delen. Zo zijn deze voor de hele gemeente beschikbaar en kun je in de communicatie doorverwijzen naar deze pagina op jullie website. Onderaan de voorbeeldtekst hieronder kun je dan de link hiernaartoe toevoegen.</w:t>
      </w:r>
    </w:p>
    <w:p w14:paraId="384965FA" w14:textId="72DA0913" w:rsidR="00597DF1" w:rsidRDefault="00597DF1" w:rsidP="00597DF1"/>
    <w:p w14:paraId="319B1544" w14:textId="2AB86440" w:rsidR="00597DF1" w:rsidRPr="009410C5" w:rsidRDefault="00D60FEF" w:rsidP="00597DF1">
      <w:pPr>
        <w:rPr>
          <w:b/>
          <w:bCs/>
        </w:rPr>
      </w:pPr>
      <w:r>
        <w:rPr>
          <w:b/>
          <w:bCs/>
        </w:rPr>
        <w:t>Concept t</w:t>
      </w:r>
      <w:r w:rsidR="00597DF1" w:rsidRPr="009410C5">
        <w:rPr>
          <w:b/>
          <w:bCs/>
        </w:rPr>
        <w:t>ekst</w:t>
      </w:r>
      <w:r>
        <w:rPr>
          <w:b/>
          <w:bCs/>
        </w:rPr>
        <w:t xml:space="preserve"> voor communicatie</w:t>
      </w:r>
      <w:r w:rsidR="003F133A">
        <w:rPr>
          <w:b/>
          <w:bCs/>
        </w:rPr>
        <w:t>:</w:t>
      </w:r>
    </w:p>
    <w:p w14:paraId="2E6E19F7" w14:textId="16F905BC" w:rsidR="009410C5" w:rsidRPr="00597DF1" w:rsidRDefault="00755DC7" w:rsidP="009410C5">
      <w:pPr>
        <w:pStyle w:val="Titel"/>
      </w:pPr>
      <w:r>
        <w:t>Als gemeente samen op trektocht</w:t>
      </w:r>
    </w:p>
    <w:p w14:paraId="26101CB1" w14:textId="6971A41A" w:rsidR="009410C5" w:rsidRDefault="00755DC7" w:rsidP="009410C5">
      <w:pPr>
        <w:rPr>
          <w:rFonts w:eastAsiaTheme="majorEastAsia" w:cstheme="majorBidi"/>
          <w:b/>
          <w:color w:val="00649B"/>
          <w:sz w:val="26"/>
          <w:szCs w:val="32"/>
        </w:rPr>
      </w:pPr>
      <w:r w:rsidRPr="00755DC7">
        <w:rPr>
          <w:rFonts w:eastAsiaTheme="majorEastAsia" w:cstheme="majorBidi"/>
          <w:b/>
          <w:color w:val="00649B"/>
          <w:sz w:val="26"/>
          <w:szCs w:val="32"/>
        </w:rPr>
        <w:t>Een gemeentetraject met de Efezebrief als gids</w:t>
      </w:r>
    </w:p>
    <w:p w14:paraId="7EC864A5" w14:textId="77777777" w:rsidR="00755DC7" w:rsidRPr="009410C5" w:rsidRDefault="00755DC7" w:rsidP="009410C5"/>
    <w:p w14:paraId="05701471" w14:textId="1D6FF193" w:rsidR="00574469" w:rsidRPr="00C0038C" w:rsidRDefault="00F93A4A" w:rsidP="00F93A4A">
      <w:r w:rsidRPr="00C0038C">
        <w:t xml:space="preserve">We staan als gemeente aan de start van een nieuw seizoen. Wellicht ben je vol hoop en enthousiasme, misschien </w:t>
      </w:r>
      <w:r w:rsidR="00574469" w:rsidRPr="00C0038C">
        <w:t xml:space="preserve">heb je </w:t>
      </w:r>
      <w:r w:rsidRPr="00C0038C">
        <w:t>zorgen</w:t>
      </w:r>
      <w:r w:rsidR="005F3225">
        <w:t xml:space="preserve">, </w:t>
      </w:r>
      <w:r w:rsidRPr="00C0038C">
        <w:t>een gevoel van onzekerheid</w:t>
      </w:r>
      <w:r w:rsidR="005F3225">
        <w:t xml:space="preserve"> of loop je met vragen rond.  </w:t>
      </w:r>
      <w:r w:rsidRPr="00C0038C">
        <w:t xml:space="preserve">Hoe gaan we verder als plaatselijke kerken na de hereniging? Hoe leren we omgaan met grotere verschillen dan we gewend waren? Hoe bereiken we onze jeugd? Hoe zijn we er voor de buurt </w:t>
      </w:r>
      <w:r w:rsidR="00BF7864">
        <w:t>of</w:t>
      </w:r>
      <w:r w:rsidRPr="00C0038C">
        <w:t xml:space="preserve"> hoe gaan onze kerkdiensten er uitzien? </w:t>
      </w:r>
    </w:p>
    <w:p w14:paraId="420C5630" w14:textId="77777777" w:rsidR="00991EDA" w:rsidRDefault="00991EDA" w:rsidP="00F93A4A"/>
    <w:p w14:paraId="0E46ACB3" w14:textId="5229D547" w:rsidR="00B8484A" w:rsidRDefault="00B8484A" w:rsidP="00B8484A">
      <w:r>
        <w:t xml:space="preserve">De komende tijd gaan we als </w:t>
      </w:r>
      <w:r w:rsidR="00006617">
        <w:t>gemeente</w:t>
      </w:r>
      <w:r>
        <w:t xml:space="preserve"> </w:t>
      </w:r>
      <w:r w:rsidR="00574469">
        <w:t>op Trektocht</w:t>
      </w:r>
      <w:r>
        <w:t xml:space="preserve"> om </w:t>
      </w:r>
      <w:r w:rsidR="00FE6856">
        <w:t>met elkaar</w:t>
      </w:r>
      <w:r w:rsidR="00574469">
        <w:t xml:space="preserve"> </w:t>
      </w:r>
      <w:r>
        <w:t xml:space="preserve">over </w:t>
      </w:r>
      <w:r w:rsidR="00F4119E">
        <w:t xml:space="preserve">dit soort </w:t>
      </w:r>
      <w:r>
        <w:t xml:space="preserve">vragen na te denken en nieuwe inspiratie te vinden om samen </w:t>
      </w:r>
      <w:r w:rsidR="00F4119E">
        <w:t>hoopvol onderweg te zijn in Gods wereld</w:t>
      </w:r>
      <w:r>
        <w:t xml:space="preserve">. </w:t>
      </w:r>
      <w:r w:rsidR="00F4119E">
        <w:t xml:space="preserve">Daarbij </w:t>
      </w:r>
      <w:r>
        <w:t xml:space="preserve">gaan we </w:t>
      </w:r>
      <w:r w:rsidR="00F4119E">
        <w:t xml:space="preserve">ook </w:t>
      </w:r>
      <w:r>
        <w:t>met elkaar in gesprek over wat ons drijft en waar we naar verlangen.</w:t>
      </w:r>
    </w:p>
    <w:p w14:paraId="4B0AF998" w14:textId="7F161501" w:rsidR="00B8484A" w:rsidRDefault="00B8484A" w:rsidP="00B8484A"/>
    <w:p w14:paraId="7CC19E14" w14:textId="3E5871D1" w:rsidR="00B8484A" w:rsidRDefault="00B8484A" w:rsidP="00B8484A">
      <w:r>
        <w:t xml:space="preserve">Tijdens het traject </w:t>
      </w:r>
      <w:r w:rsidR="00B7298D">
        <w:t xml:space="preserve">zijn er elke </w:t>
      </w:r>
      <w:r>
        <w:t xml:space="preserve">maand nieuwe materialen </w:t>
      </w:r>
      <w:r w:rsidR="00B7298D">
        <w:t xml:space="preserve">beschikbaar </w:t>
      </w:r>
      <w:r>
        <w:t xml:space="preserve">om mee aan de slag te gaan. </w:t>
      </w:r>
      <w:r w:rsidR="00D27AB9">
        <w:t xml:space="preserve">Zo </w:t>
      </w:r>
      <w:r>
        <w:t xml:space="preserve">zijn </w:t>
      </w:r>
      <w:r w:rsidR="00D27AB9">
        <w:t xml:space="preserve">er </w:t>
      </w:r>
      <w:r>
        <w:t xml:space="preserve">materialen voor </w:t>
      </w:r>
      <w:r w:rsidR="00FE6856">
        <w:t xml:space="preserve">de </w:t>
      </w:r>
      <w:r>
        <w:t>kerkenra</w:t>
      </w:r>
      <w:r w:rsidR="00FE6856">
        <w:t>a</w:t>
      </w:r>
      <w:r>
        <w:t xml:space="preserve">d en </w:t>
      </w:r>
      <w:r w:rsidR="00FE6856">
        <w:t>diaconie</w:t>
      </w:r>
      <w:r>
        <w:t xml:space="preserve">, </w:t>
      </w:r>
      <w:r w:rsidR="00BE018C">
        <w:t xml:space="preserve">onze </w:t>
      </w:r>
      <w:r>
        <w:t>jeugd</w:t>
      </w:r>
      <w:r w:rsidR="00BE018C">
        <w:t xml:space="preserve"> en kinderen</w:t>
      </w:r>
      <w:r>
        <w:t xml:space="preserve">, </w:t>
      </w:r>
      <w:r w:rsidR="00BE018C">
        <w:t xml:space="preserve">voor </w:t>
      </w:r>
      <w:r>
        <w:t xml:space="preserve">kringen en </w:t>
      </w:r>
      <w:r w:rsidR="00C11344">
        <w:t xml:space="preserve">elke maand is er een </w:t>
      </w:r>
      <w:r>
        <w:t>handreiking voor een themadienst</w:t>
      </w:r>
      <w:r w:rsidR="00C11344">
        <w:t xml:space="preserve">. Daarnaast is er </w:t>
      </w:r>
      <w:r w:rsidR="00D27AB9">
        <w:t xml:space="preserve">elke </w:t>
      </w:r>
      <w:r w:rsidR="00C11344">
        <w:t xml:space="preserve">maand een bijbelleesrooster voor persoonlijk gebruik. </w:t>
      </w:r>
      <w:r>
        <w:t>In het traject is er naast persoonlijke bezinning ook volop ruimte voor ontmoeting! Zo willen we samen waarden ontdekken die richting geven aan het kerk-zijn.</w:t>
      </w:r>
    </w:p>
    <w:p w14:paraId="7F1CC6B5" w14:textId="0E0018C0" w:rsidR="00B8484A" w:rsidRDefault="00B8484A" w:rsidP="00B8484A"/>
    <w:p w14:paraId="34C22F21" w14:textId="2BEF31CD" w:rsidR="00B8484A" w:rsidRDefault="00B8484A" w:rsidP="00B8484A">
      <w:r>
        <w:t>We zien uit naar een bemoedigende en inspirerend</w:t>
      </w:r>
      <w:r w:rsidR="003F133A">
        <w:t>e</w:t>
      </w:r>
      <w:r>
        <w:t xml:space="preserve"> tijd samen als kerk, waarin we meer ontdekken over onze kerk als gemeenschap, geroepen om Gods liefde te ontvangen en door te geven.</w:t>
      </w:r>
    </w:p>
    <w:p w14:paraId="42E202A2" w14:textId="77777777" w:rsidR="00F4119E" w:rsidRDefault="00F4119E" w:rsidP="00B8484A"/>
    <w:p w14:paraId="3238193C" w14:textId="167FE0DC" w:rsidR="00B8484A" w:rsidRPr="00B8484A" w:rsidRDefault="00B8484A" w:rsidP="00B8484A">
      <w:r>
        <w:t>Wil je alvast meer lezen over dit traject? Neem dan een kijkje op</w:t>
      </w:r>
      <w:r w:rsidR="009410C5">
        <w:t xml:space="preserve"> [link naar eigen site].</w:t>
      </w:r>
      <w:r>
        <w:t xml:space="preserve"> </w:t>
      </w:r>
    </w:p>
    <w:sectPr w:rsidR="00B8484A" w:rsidRPr="00B8484A" w:rsidSect="005518DC">
      <w:headerReference w:type="default" r:id="rId11"/>
      <w:footerReference w:type="even" r:id="rId12"/>
      <w:footerReference w:type="default" r:id="rId13"/>
      <w:headerReference w:type="first" r:id="rId14"/>
      <w:footerReference w:type="first" r:id="rId15"/>
      <w:type w:val="continuous"/>
      <w:pgSz w:w="11900" w:h="16840"/>
      <w:pgMar w:top="2668" w:right="1694" w:bottom="1702" w:left="1417" w:header="359" w:footer="1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ED893" w14:textId="77777777" w:rsidR="00D70F40" w:rsidRDefault="00D70F40" w:rsidP="00560526">
      <w:pPr>
        <w:spacing w:line="240" w:lineRule="auto"/>
      </w:pPr>
      <w:r>
        <w:separator/>
      </w:r>
    </w:p>
  </w:endnote>
  <w:endnote w:type="continuationSeparator" w:id="0">
    <w:p w14:paraId="4294BCD6" w14:textId="77777777" w:rsidR="00D70F40" w:rsidRDefault="00D70F40" w:rsidP="005605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Koppen CS)">
    <w:altName w:val="Times New Roman"/>
    <w:charset w:val="00"/>
    <w:family w:val="roman"/>
    <w:pitch w:val="default"/>
  </w:font>
  <w:font w:name="Times New Roman (Hoofdtekst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Pr>
      <w:id w:val="-747194400"/>
      <w:docPartObj>
        <w:docPartGallery w:val="Page Numbers (Bottom of Page)"/>
        <w:docPartUnique/>
      </w:docPartObj>
    </w:sdtPr>
    <w:sdtContent>
      <w:p w14:paraId="1EA230DD" w14:textId="77777777" w:rsidR="00136AE3" w:rsidRDefault="00136AE3" w:rsidP="00DA414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sidR="00CA3821">
          <w:rPr>
            <w:rStyle w:val="Paginanummer"/>
            <w:noProof/>
          </w:rPr>
          <w:t>0</w:t>
        </w:r>
        <w:r>
          <w:rPr>
            <w:rStyle w:val="Paginanummer"/>
          </w:rPr>
          <w:fldChar w:fldCharType="end"/>
        </w:r>
      </w:p>
    </w:sdtContent>
  </w:sdt>
  <w:p w14:paraId="4F39523F" w14:textId="77777777" w:rsidR="00136AE3" w:rsidRDefault="00136AE3" w:rsidP="00136AE3">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color w:val="FFFFFF" w:themeColor="background1"/>
        <w:sz w:val="15"/>
        <w:szCs w:val="15"/>
      </w:rPr>
      <w:id w:val="-629940025"/>
      <w:docPartObj>
        <w:docPartGallery w:val="Page Numbers (Bottom of Page)"/>
        <w:docPartUnique/>
      </w:docPartObj>
    </w:sdtPr>
    <w:sdtContent>
      <w:p w14:paraId="735625EC" w14:textId="77777777" w:rsidR="00B944DF" w:rsidRPr="00DA4141" w:rsidRDefault="00B944DF" w:rsidP="00B944DF">
        <w:pPr>
          <w:pStyle w:val="Voettekst"/>
          <w:framePr w:wrap="none" w:vAnchor="text" w:hAnchor="page" w:x="10876" w:y="227"/>
          <w:rPr>
            <w:rStyle w:val="Paginanummer"/>
            <w:color w:val="FFFFFF" w:themeColor="background1"/>
            <w:sz w:val="15"/>
            <w:szCs w:val="15"/>
          </w:rPr>
        </w:pPr>
        <w:r>
          <w:rPr>
            <w:rStyle w:val="Paginanummer"/>
            <w:color w:val="FFFFFF" w:themeColor="background1"/>
            <w:sz w:val="15"/>
            <w:szCs w:val="15"/>
          </w:rPr>
          <w:t xml:space="preserve">Pagina </w:t>
        </w:r>
        <w:r w:rsidRPr="00DA4141">
          <w:rPr>
            <w:rStyle w:val="Paginanummer"/>
            <w:color w:val="FFFFFF" w:themeColor="background1"/>
            <w:sz w:val="15"/>
            <w:szCs w:val="15"/>
          </w:rPr>
          <w:fldChar w:fldCharType="begin"/>
        </w:r>
        <w:r w:rsidRPr="00DA4141">
          <w:rPr>
            <w:rStyle w:val="Paginanummer"/>
            <w:color w:val="FFFFFF" w:themeColor="background1"/>
            <w:sz w:val="15"/>
            <w:szCs w:val="15"/>
          </w:rPr>
          <w:instrText xml:space="preserve"> PAGE </w:instrText>
        </w:r>
        <w:r w:rsidRPr="00DA4141">
          <w:rPr>
            <w:rStyle w:val="Paginanummer"/>
            <w:color w:val="FFFFFF" w:themeColor="background1"/>
            <w:sz w:val="15"/>
            <w:szCs w:val="15"/>
          </w:rPr>
          <w:fldChar w:fldCharType="separate"/>
        </w:r>
        <w:r w:rsidRPr="00DA4141">
          <w:rPr>
            <w:rStyle w:val="Paginanummer"/>
            <w:noProof/>
            <w:color w:val="FFFFFF" w:themeColor="background1"/>
            <w:sz w:val="15"/>
            <w:szCs w:val="15"/>
          </w:rPr>
          <w:t>1</w:t>
        </w:r>
        <w:r w:rsidRPr="00DA4141">
          <w:rPr>
            <w:rStyle w:val="Paginanummer"/>
            <w:color w:val="FFFFFF" w:themeColor="background1"/>
            <w:sz w:val="15"/>
            <w:szCs w:val="15"/>
          </w:rPr>
          <w:fldChar w:fldCharType="end"/>
        </w:r>
      </w:p>
    </w:sdtContent>
  </w:sdt>
  <w:p w14:paraId="4AF9C904" w14:textId="77777777" w:rsidR="00560526" w:rsidRPr="00136AE3" w:rsidRDefault="00F63A3F" w:rsidP="00F63A3F">
    <w:pPr>
      <w:pStyle w:val="Voettekst"/>
      <w:tabs>
        <w:tab w:val="clear" w:pos="4536"/>
        <w:tab w:val="clear" w:pos="9072"/>
        <w:tab w:val="left" w:pos="2250"/>
      </w:tabs>
      <w:ind w:left="-993" w:right="360"/>
    </w:pPr>
    <w:r w:rsidRPr="00F63A3F">
      <w:rPr>
        <w:noProof/>
      </w:rPr>
      <w:drawing>
        <wp:anchor distT="0" distB="0" distL="114300" distR="114300" simplePos="0" relativeHeight="251693056" behindDoc="1" locked="0" layoutInCell="1" allowOverlap="1" wp14:anchorId="4E3C7F92" wp14:editId="01F6D737">
          <wp:simplePos x="0" y="0"/>
          <wp:positionH relativeFrom="column">
            <wp:posOffset>-3781425</wp:posOffset>
          </wp:positionH>
          <wp:positionV relativeFrom="paragraph">
            <wp:posOffset>-457835</wp:posOffset>
          </wp:positionV>
          <wp:extent cx="10807682" cy="929640"/>
          <wp:effectExtent l="0" t="0" r="0" b="3810"/>
          <wp:wrapNone/>
          <wp:docPr id="12" name="Afbeelding 8">
            <a:extLst xmlns:a="http://schemas.openxmlformats.org/drawingml/2006/main">
              <a:ext uri="{FF2B5EF4-FFF2-40B4-BE49-F238E27FC236}">
                <a16:creationId xmlns:a16="http://schemas.microsoft.com/office/drawing/2014/main" id="{8B6CCB1A-54F2-45DD-8D58-51411B6A063C}"/>
              </a:ext>
            </a:extLst>
          </wp:docPr>
          <wp:cNvGraphicFramePr/>
          <a:graphic xmlns:a="http://schemas.openxmlformats.org/drawingml/2006/main">
            <a:graphicData uri="http://schemas.openxmlformats.org/drawingml/2006/picture">
              <pic:pic xmlns:pic="http://schemas.openxmlformats.org/drawingml/2006/picture">
                <pic:nvPicPr>
                  <pic:cNvPr id="9" name="Afbeelding 8">
                    <a:extLst>
                      <a:ext uri="{FF2B5EF4-FFF2-40B4-BE49-F238E27FC236}">
                        <a16:creationId xmlns:a16="http://schemas.microsoft.com/office/drawing/2014/main" id="{8B6CCB1A-54F2-45DD-8D58-51411B6A063C}"/>
                      </a:ext>
                    </a:extLst>
                  </pic:cNvPr>
                  <pic:cNvPicPr/>
                </pic:nvPicPr>
                <pic:blipFill rotWithShape="1">
                  <a:blip r:embed="rId1">
                    <a:alphaModFix amt="85000"/>
                    <a:extLst>
                      <a:ext uri="{28A0092B-C50C-407E-A947-70E740481C1C}">
                        <a14:useLocalDpi xmlns:a14="http://schemas.microsoft.com/office/drawing/2010/main" val="0"/>
                      </a:ext>
                    </a:extLst>
                  </a:blip>
                  <a:srcRect l="3510" t="52752" b="38282"/>
                  <a:stretch/>
                </pic:blipFill>
                <pic:spPr bwMode="auto">
                  <a:xfrm>
                    <a:off x="0" y="0"/>
                    <a:ext cx="10807682"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136AE3">
      <w:softHyphen/>
    </w:r>
    <w:r>
      <w:tab/>
    </w:r>
  </w:p>
  <w:p w14:paraId="6BA18913" w14:textId="77777777" w:rsidR="00F719A6" w:rsidRDefault="00F719A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6F75D" w14:textId="77777777" w:rsidR="00834CE5" w:rsidRPr="00834CE5" w:rsidRDefault="00483996" w:rsidP="00F719A6">
    <w:pPr>
      <w:pStyle w:val="Voettekst"/>
      <w:tabs>
        <w:tab w:val="clear" w:pos="9072"/>
        <w:tab w:val="right" w:pos="9066"/>
      </w:tabs>
      <w:ind w:left="-993"/>
    </w:pPr>
    <w:r>
      <w:rPr>
        <w:noProof/>
      </w:rPr>
      <mc:AlternateContent>
        <mc:Choice Requires="wpg">
          <w:drawing>
            <wp:anchor distT="0" distB="0" distL="114300" distR="114300" simplePos="0" relativeHeight="251683840" behindDoc="0" locked="0" layoutInCell="1" allowOverlap="1" wp14:anchorId="04428E08" wp14:editId="084F72B8">
              <wp:simplePos x="0" y="0"/>
              <wp:positionH relativeFrom="column">
                <wp:posOffset>-22988</wp:posOffset>
              </wp:positionH>
              <wp:positionV relativeFrom="paragraph">
                <wp:posOffset>-282321</wp:posOffset>
              </wp:positionV>
              <wp:extent cx="3743420" cy="398463"/>
              <wp:effectExtent l="0" t="0" r="0" b="1905"/>
              <wp:wrapNone/>
              <wp:docPr id="1" name="Groep 1"/>
              <wp:cNvGraphicFramePr/>
              <a:graphic xmlns:a="http://schemas.openxmlformats.org/drawingml/2006/main">
                <a:graphicData uri="http://schemas.microsoft.com/office/word/2010/wordprocessingGroup">
                  <wpg:wgp>
                    <wpg:cNvGrpSpPr/>
                    <wpg:grpSpPr>
                      <a:xfrm>
                        <a:off x="0" y="0"/>
                        <a:ext cx="3743420" cy="398463"/>
                        <a:chOff x="0" y="0"/>
                        <a:chExt cx="3743420" cy="398463"/>
                      </a:xfrm>
                    </wpg:grpSpPr>
                    <wps:wsp>
                      <wps:cNvPr id="484" name="Tekstvak 484"/>
                      <wps:cNvSpPr txBox="1"/>
                      <wps:spPr>
                        <a:xfrm>
                          <a:off x="100425" y="0"/>
                          <a:ext cx="3642995" cy="398463"/>
                        </a:xfrm>
                        <a:prstGeom prst="rect">
                          <a:avLst/>
                        </a:prstGeom>
                        <a:noFill/>
                        <a:ln w="6350">
                          <a:noFill/>
                        </a:ln>
                      </wps:spPr>
                      <wps:txbx>
                        <w:txbxContent>
                          <w:p w14:paraId="0C38CF5C" w14:textId="77777777" w:rsidR="00F719A6" w:rsidRPr="003C2A2E" w:rsidRDefault="00F719A6" w:rsidP="00F719A6">
                            <w:pPr>
                              <w:spacing w:line="240" w:lineRule="atLeast"/>
                              <w:rPr>
                                <w:rFonts w:cs="Times New Roman (Hoofdtekst CS)"/>
                                <w:color w:val="FFFFFF" w:themeColor="background1"/>
                                <w:sz w:val="15"/>
                                <w:szCs w:val="15"/>
                              </w:rPr>
                            </w:pPr>
                            <w:r w:rsidRPr="003C2A2E">
                              <w:rPr>
                                <w:rFonts w:cs="Times New Roman (Hoofdtekst CS)"/>
                                <w:color w:val="FFFFFF" w:themeColor="background1"/>
                                <w:sz w:val="15"/>
                                <w:szCs w:val="15"/>
                              </w:rPr>
                              <w:t>info@kerkpunt.nl</w:t>
                            </w:r>
                            <w:r>
                              <w:rPr>
                                <w:rFonts w:cs="Times New Roman (Hoofdtekst CS)"/>
                                <w:color w:val="FFFFFF" w:themeColor="background1"/>
                                <w:sz w:val="15"/>
                                <w:szCs w:val="15"/>
                              </w:rPr>
                              <w:tab/>
                            </w:r>
                            <w:r>
                              <w:rPr>
                                <w:rFonts w:cs="Times New Roman (Hoofdtekst CS)"/>
                                <w:color w:val="FFFFFF" w:themeColor="background1"/>
                                <w:sz w:val="15"/>
                                <w:szCs w:val="15"/>
                              </w:rPr>
                              <w:tab/>
                            </w:r>
                            <w:r w:rsidRPr="003C2A2E">
                              <w:rPr>
                                <w:rFonts w:cs="Times New Roman (Hoofdtekst CS)"/>
                                <w:color w:val="FFFFFF" w:themeColor="background1"/>
                                <w:sz w:val="15"/>
                                <w:szCs w:val="15"/>
                              </w:rPr>
                              <w:t>Dokter Spanjaardweg 4b</w:t>
                            </w:r>
                            <w:r>
                              <w:rPr>
                                <w:rFonts w:cs="Times New Roman (Hoofdtekst CS)"/>
                                <w:color w:val="FFFFFF" w:themeColor="background1"/>
                                <w:sz w:val="15"/>
                                <w:szCs w:val="15"/>
                              </w:rPr>
                              <w:t xml:space="preserve"> | </w:t>
                            </w:r>
                            <w:r w:rsidRPr="003C2A2E">
                              <w:rPr>
                                <w:rFonts w:cs="Times New Roman (Hoofdtekst CS)"/>
                                <w:color w:val="FFFFFF" w:themeColor="background1"/>
                                <w:sz w:val="15"/>
                                <w:szCs w:val="15"/>
                              </w:rPr>
                              <w:t>8025BT Zwolle</w:t>
                            </w:r>
                          </w:p>
                          <w:p w14:paraId="7A77C21A" w14:textId="77777777" w:rsidR="00F719A6" w:rsidRPr="003C2A2E" w:rsidRDefault="00F719A6" w:rsidP="00F719A6">
                            <w:pPr>
                              <w:spacing w:line="240" w:lineRule="atLeast"/>
                              <w:rPr>
                                <w:rFonts w:cs="Times New Roman (Hoofdtekst CS)"/>
                                <w:color w:val="FFFFFF" w:themeColor="background1"/>
                                <w:sz w:val="15"/>
                                <w:szCs w:val="15"/>
                              </w:rPr>
                            </w:pPr>
                            <w:r w:rsidRPr="003C2A2E">
                              <w:rPr>
                                <w:rFonts w:cs="Times New Roman (Hoofdtekst CS)"/>
                                <w:color w:val="FFFFFF" w:themeColor="background1"/>
                                <w:sz w:val="15"/>
                                <w:szCs w:val="15"/>
                              </w:rPr>
                              <w:t>www.kerkpunt.nl</w:t>
                            </w:r>
                            <w:r>
                              <w:rPr>
                                <w:rFonts w:cs="Times New Roman (Hoofdtekst CS)"/>
                                <w:color w:val="FFFFFF" w:themeColor="background1"/>
                                <w:sz w:val="15"/>
                                <w:szCs w:val="15"/>
                              </w:rPr>
                              <w:tab/>
                            </w:r>
                            <w:r>
                              <w:rPr>
                                <w:rFonts w:cs="Times New Roman (Hoofdtekst CS)"/>
                                <w:color w:val="FFFFFF" w:themeColor="background1"/>
                                <w:sz w:val="15"/>
                                <w:szCs w:val="15"/>
                              </w:rPr>
                              <w:tab/>
                            </w:r>
                            <w:r w:rsidRPr="003C2A2E">
                              <w:rPr>
                                <w:rFonts w:cs="Times New Roman (Hoofdtekst CS)"/>
                                <w:color w:val="FFFFFF" w:themeColor="background1"/>
                                <w:sz w:val="15"/>
                                <w:szCs w:val="15"/>
                              </w:rPr>
                              <w:t>038</w:t>
                            </w:r>
                            <w:r>
                              <w:rPr>
                                <w:rFonts w:cs="Times New Roman (Hoofdtekst CS)"/>
                                <w:color w:val="FFFFFF" w:themeColor="background1"/>
                                <w:sz w:val="15"/>
                                <w:szCs w:val="15"/>
                              </w:rPr>
                              <w:t xml:space="preserve"> – </w:t>
                            </w:r>
                            <w:r w:rsidRPr="003C2A2E">
                              <w:rPr>
                                <w:rFonts w:cs="Times New Roman (Hoofdtekst CS)"/>
                                <w:color w:val="FFFFFF" w:themeColor="background1"/>
                                <w:sz w:val="15"/>
                                <w:szCs w:val="15"/>
                              </w:rPr>
                              <w:t>42</w:t>
                            </w:r>
                            <w:r>
                              <w:rPr>
                                <w:rFonts w:cs="Times New Roman (Hoofdtekst CS)"/>
                                <w:color w:val="FFFFFF" w:themeColor="background1"/>
                                <w:sz w:val="15"/>
                                <w:szCs w:val="15"/>
                              </w:rPr>
                              <w:t xml:space="preserve"> </w:t>
                            </w:r>
                            <w:r w:rsidRPr="003C2A2E">
                              <w:rPr>
                                <w:rFonts w:cs="Times New Roman (Hoofdtekst CS)"/>
                                <w:color w:val="FFFFFF" w:themeColor="background1"/>
                                <w:sz w:val="15"/>
                                <w:szCs w:val="15"/>
                              </w:rPr>
                              <w:t>704</w:t>
                            </w:r>
                            <w:r>
                              <w:rPr>
                                <w:rFonts w:cs="Times New Roman (Hoofdtekst CS)"/>
                                <w:color w:val="FFFFFF" w:themeColor="background1"/>
                                <w:sz w:val="15"/>
                                <w:szCs w:val="15"/>
                              </w:rPr>
                              <w:t xml:space="preserve"> </w:t>
                            </w:r>
                            <w:r w:rsidRPr="003C2A2E">
                              <w:rPr>
                                <w:rFonts w:cs="Times New Roman (Hoofdtekst CS)"/>
                                <w:color w:val="FFFFFF" w:themeColor="background1"/>
                                <w:sz w:val="15"/>
                                <w:szCs w:val="15"/>
                              </w:rPr>
                              <w:t>80</w:t>
                            </w:r>
                          </w:p>
                          <w:p w14:paraId="5F5E5CCC" w14:textId="77777777" w:rsidR="00F719A6" w:rsidRPr="003C2A2E" w:rsidRDefault="00F719A6" w:rsidP="00F719A6">
                            <w:pPr>
                              <w:spacing w:line="240" w:lineRule="atLeast"/>
                              <w:rPr>
                                <w:rFonts w:cs="Times New Roman (Hoofdtekst CS)"/>
                                <w:color w:val="FFFFFF" w:themeColor="background1"/>
                                <w:sz w:val="15"/>
                                <w:szCs w:val="15"/>
                              </w:rPr>
                            </w:pPr>
                          </w:p>
                          <w:p w14:paraId="421AF9F7" w14:textId="77777777" w:rsidR="00F719A6" w:rsidRPr="003C2A2E" w:rsidRDefault="00F719A6" w:rsidP="00F719A6">
                            <w:pPr>
                              <w:spacing w:line="240" w:lineRule="atLeast"/>
                              <w:rPr>
                                <w:rFonts w:cs="Times New Roman (Hoofdtekst CS)"/>
                                <w:color w:val="FFFFFF" w:themeColor="background1"/>
                                <w:sz w:val="15"/>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5" name="Afbeelding 1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10996"/>
                          <a:ext cx="107950" cy="107950"/>
                        </a:xfrm>
                        <a:prstGeom prst="rect">
                          <a:avLst/>
                        </a:prstGeom>
                      </pic:spPr>
                    </pic:pic>
                    <pic:pic xmlns:pic="http://schemas.openxmlformats.org/drawingml/2006/picture">
                      <pic:nvPicPr>
                        <pic:cNvPr id="16" name="Afbeelding 1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269563"/>
                          <a:ext cx="107950" cy="107950"/>
                        </a:xfrm>
                        <a:prstGeom prst="rect">
                          <a:avLst/>
                        </a:prstGeom>
                      </pic:spPr>
                    </pic:pic>
                    <pic:pic xmlns:pic="http://schemas.openxmlformats.org/drawingml/2006/picture">
                      <pic:nvPicPr>
                        <pic:cNvPr id="17" name="Afbeelding 17"/>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1347815" y="100425"/>
                          <a:ext cx="107950" cy="107950"/>
                        </a:xfrm>
                        <a:prstGeom prst="rect">
                          <a:avLst/>
                        </a:prstGeom>
                      </pic:spPr>
                    </pic:pic>
                    <pic:pic xmlns:pic="http://schemas.openxmlformats.org/drawingml/2006/picture">
                      <pic:nvPicPr>
                        <pic:cNvPr id="18" name="Afbeelding 18"/>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1347815" y="258992"/>
                          <a:ext cx="107950" cy="107950"/>
                        </a:xfrm>
                        <a:prstGeom prst="rect">
                          <a:avLst/>
                        </a:prstGeom>
                      </pic:spPr>
                    </pic:pic>
                  </wpg:wgp>
                </a:graphicData>
              </a:graphic>
            </wp:anchor>
          </w:drawing>
        </mc:Choice>
        <mc:Fallback>
          <w:pict>
            <v:group w14:anchorId="04428E08" id="Groep 1" o:spid="_x0000_s1026" style="position:absolute;left:0;text-align:left;margin-left:-1.8pt;margin-top:-22.25pt;width:294.75pt;height:31.4pt;z-index:251683840" coordsize="37434,39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">
              <v:shapetype id="_x0000_t202" coordsize="21600,21600" o:spt="202" path="m,l,21600r21600,l21600,xe">
                <v:stroke joinstyle="miter"/>
                <v:path gradientshapeok="t" o:connecttype="rect"/>
              </v:shapetype>
              <v:shape id="Tekstvak 484" o:spid="_x0000_s1027" type="#_x0000_t202" style="position:absolute;left:1004;width:36430;height:3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" filled="f" stroked="f" strokeweight=".5pt">
                <v:textbox>
                  <w:txbxContent>
                    <w:p w14:paraId="0C38CF5C" w14:textId="77777777" w:rsidR="00F719A6" w:rsidRPr="003C2A2E" w:rsidRDefault="00F719A6" w:rsidP="00F719A6">
                      <w:pPr>
                        <w:spacing w:line="240" w:lineRule="atLeast"/>
                        <w:rPr>
                          <w:rFonts w:cs="Times New Roman (Hoofdtekst CS)"/>
                          <w:color w:val="FFFFFF" w:themeColor="background1"/>
                          <w:sz w:val="15"/>
                          <w:szCs w:val="15"/>
                        </w:rPr>
                      </w:pPr>
                      <w:r w:rsidRPr="003C2A2E">
                        <w:rPr>
                          <w:rFonts w:cs="Times New Roman (Hoofdtekst CS)"/>
                          <w:color w:val="FFFFFF" w:themeColor="background1"/>
                          <w:sz w:val="15"/>
                          <w:szCs w:val="15"/>
                        </w:rPr>
                        <w:t>info@kerkpunt.nl</w:t>
                      </w:r>
                      <w:r>
                        <w:rPr>
                          <w:rFonts w:cs="Times New Roman (Hoofdtekst CS)"/>
                          <w:color w:val="FFFFFF" w:themeColor="background1"/>
                          <w:sz w:val="15"/>
                          <w:szCs w:val="15"/>
                        </w:rPr>
                        <w:tab/>
                      </w:r>
                      <w:r>
                        <w:rPr>
                          <w:rFonts w:cs="Times New Roman (Hoofdtekst CS)"/>
                          <w:color w:val="FFFFFF" w:themeColor="background1"/>
                          <w:sz w:val="15"/>
                          <w:szCs w:val="15"/>
                        </w:rPr>
                        <w:tab/>
                      </w:r>
                      <w:r w:rsidRPr="003C2A2E">
                        <w:rPr>
                          <w:rFonts w:cs="Times New Roman (Hoofdtekst CS)"/>
                          <w:color w:val="FFFFFF" w:themeColor="background1"/>
                          <w:sz w:val="15"/>
                          <w:szCs w:val="15"/>
                        </w:rPr>
                        <w:t>Dokter Spanjaardweg 4b</w:t>
                      </w:r>
                      <w:r>
                        <w:rPr>
                          <w:rFonts w:cs="Times New Roman (Hoofdtekst CS)"/>
                          <w:color w:val="FFFFFF" w:themeColor="background1"/>
                          <w:sz w:val="15"/>
                          <w:szCs w:val="15"/>
                        </w:rPr>
                        <w:t xml:space="preserve"> | </w:t>
                      </w:r>
                      <w:r w:rsidRPr="003C2A2E">
                        <w:rPr>
                          <w:rFonts w:cs="Times New Roman (Hoofdtekst CS)"/>
                          <w:color w:val="FFFFFF" w:themeColor="background1"/>
                          <w:sz w:val="15"/>
                          <w:szCs w:val="15"/>
                        </w:rPr>
                        <w:t>8025BT Zwolle</w:t>
                      </w:r>
                    </w:p>
                    <w:p w14:paraId="7A77C21A" w14:textId="77777777" w:rsidR="00F719A6" w:rsidRPr="003C2A2E" w:rsidRDefault="00F719A6" w:rsidP="00F719A6">
                      <w:pPr>
                        <w:spacing w:line="240" w:lineRule="atLeast"/>
                        <w:rPr>
                          <w:rFonts w:cs="Times New Roman (Hoofdtekst CS)"/>
                          <w:color w:val="FFFFFF" w:themeColor="background1"/>
                          <w:sz w:val="15"/>
                          <w:szCs w:val="15"/>
                        </w:rPr>
                      </w:pPr>
                      <w:r w:rsidRPr="003C2A2E">
                        <w:rPr>
                          <w:rFonts w:cs="Times New Roman (Hoofdtekst CS)"/>
                          <w:color w:val="FFFFFF" w:themeColor="background1"/>
                          <w:sz w:val="15"/>
                          <w:szCs w:val="15"/>
                        </w:rPr>
                        <w:t>www.kerkpunt.nl</w:t>
                      </w:r>
                      <w:r>
                        <w:rPr>
                          <w:rFonts w:cs="Times New Roman (Hoofdtekst CS)"/>
                          <w:color w:val="FFFFFF" w:themeColor="background1"/>
                          <w:sz w:val="15"/>
                          <w:szCs w:val="15"/>
                        </w:rPr>
                        <w:tab/>
                      </w:r>
                      <w:r>
                        <w:rPr>
                          <w:rFonts w:cs="Times New Roman (Hoofdtekst CS)"/>
                          <w:color w:val="FFFFFF" w:themeColor="background1"/>
                          <w:sz w:val="15"/>
                          <w:szCs w:val="15"/>
                        </w:rPr>
                        <w:tab/>
                      </w:r>
                      <w:r w:rsidRPr="003C2A2E">
                        <w:rPr>
                          <w:rFonts w:cs="Times New Roman (Hoofdtekst CS)"/>
                          <w:color w:val="FFFFFF" w:themeColor="background1"/>
                          <w:sz w:val="15"/>
                          <w:szCs w:val="15"/>
                        </w:rPr>
                        <w:t>038</w:t>
                      </w:r>
                      <w:r>
                        <w:rPr>
                          <w:rFonts w:cs="Times New Roman (Hoofdtekst CS)"/>
                          <w:color w:val="FFFFFF" w:themeColor="background1"/>
                          <w:sz w:val="15"/>
                          <w:szCs w:val="15"/>
                        </w:rPr>
                        <w:t xml:space="preserve"> – </w:t>
                      </w:r>
                      <w:r w:rsidRPr="003C2A2E">
                        <w:rPr>
                          <w:rFonts w:cs="Times New Roman (Hoofdtekst CS)"/>
                          <w:color w:val="FFFFFF" w:themeColor="background1"/>
                          <w:sz w:val="15"/>
                          <w:szCs w:val="15"/>
                        </w:rPr>
                        <w:t>42</w:t>
                      </w:r>
                      <w:r>
                        <w:rPr>
                          <w:rFonts w:cs="Times New Roman (Hoofdtekst CS)"/>
                          <w:color w:val="FFFFFF" w:themeColor="background1"/>
                          <w:sz w:val="15"/>
                          <w:szCs w:val="15"/>
                        </w:rPr>
                        <w:t xml:space="preserve"> </w:t>
                      </w:r>
                      <w:r w:rsidRPr="003C2A2E">
                        <w:rPr>
                          <w:rFonts w:cs="Times New Roman (Hoofdtekst CS)"/>
                          <w:color w:val="FFFFFF" w:themeColor="background1"/>
                          <w:sz w:val="15"/>
                          <w:szCs w:val="15"/>
                        </w:rPr>
                        <w:t>704</w:t>
                      </w:r>
                      <w:r>
                        <w:rPr>
                          <w:rFonts w:cs="Times New Roman (Hoofdtekst CS)"/>
                          <w:color w:val="FFFFFF" w:themeColor="background1"/>
                          <w:sz w:val="15"/>
                          <w:szCs w:val="15"/>
                        </w:rPr>
                        <w:t xml:space="preserve"> </w:t>
                      </w:r>
                      <w:r w:rsidRPr="003C2A2E">
                        <w:rPr>
                          <w:rFonts w:cs="Times New Roman (Hoofdtekst CS)"/>
                          <w:color w:val="FFFFFF" w:themeColor="background1"/>
                          <w:sz w:val="15"/>
                          <w:szCs w:val="15"/>
                        </w:rPr>
                        <w:t>80</w:t>
                      </w:r>
                    </w:p>
                    <w:p w14:paraId="5F5E5CCC" w14:textId="77777777" w:rsidR="00F719A6" w:rsidRPr="003C2A2E" w:rsidRDefault="00F719A6" w:rsidP="00F719A6">
                      <w:pPr>
                        <w:spacing w:line="240" w:lineRule="atLeast"/>
                        <w:rPr>
                          <w:rFonts w:cs="Times New Roman (Hoofdtekst CS)"/>
                          <w:color w:val="FFFFFF" w:themeColor="background1"/>
                          <w:sz w:val="15"/>
                          <w:szCs w:val="15"/>
                        </w:rPr>
                      </w:pPr>
                    </w:p>
                    <w:p w14:paraId="421AF9F7" w14:textId="77777777" w:rsidR="00F719A6" w:rsidRPr="003C2A2E" w:rsidRDefault="00F719A6" w:rsidP="00F719A6">
                      <w:pPr>
                        <w:spacing w:line="240" w:lineRule="atLeast"/>
                        <w:rPr>
                          <w:rFonts w:cs="Times New Roman (Hoofdtekst CS)"/>
                          <w:color w:val="FFFFFF" w:themeColor="background1"/>
                          <w:sz w:val="15"/>
                          <w:szCs w:val="15"/>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5" o:spid="_x0000_s1028" type="#_x0000_t75" style="position:absolute;top:1109;width:1079;height:1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">
                <v:imagedata r:id="rId5" o:title=""/>
              </v:shape>
              <v:shape id="Afbeelding 16" o:spid="_x0000_s1029" type="#_x0000_t75" style="position:absolute;top:2695;width:1079;height:1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">
                <v:imagedata r:id="rId6" o:title=""/>
              </v:shape>
              <v:shape id="Afbeelding 17" o:spid="_x0000_s1030" type="#_x0000_t75" style="position:absolute;left:13478;top:1004;width:1079;height:10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">
                <v:imagedata r:id="rId7" o:title=""/>
              </v:shape>
              <v:shape id="Afbeelding 18" o:spid="_x0000_s1031" type="#_x0000_t75" style="position:absolute;left:13478;top:2589;width:1079;height:10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">
                <v:imagedata r:id="rId8" o:title=""/>
              </v:shape>
            </v:group>
          </w:pict>
        </mc:Fallback>
      </mc:AlternateContent>
    </w:r>
    <w:r w:rsidR="00F63A3F" w:rsidRPr="00F63A3F">
      <w:rPr>
        <w:noProof/>
      </w:rPr>
      <w:drawing>
        <wp:anchor distT="0" distB="0" distL="114300" distR="114300" simplePos="0" relativeHeight="251691008" behindDoc="1" locked="0" layoutInCell="1" allowOverlap="1" wp14:anchorId="6AF0BDF4" wp14:editId="30B433ED">
          <wp:simplePos x="0" y="0"/>
          <wp:positionH relativeFrom="column">
            <wp:posOffset>-3759835</wp:posOffset>
          </wp:positionH>
          <wp:positionV relativeFrom="paragraph">
            <wp:posOffset>-464767</wp:posOffset>
          </wp:positionV>
          <wp:extent cx="10807682" cy="929640"/>
          <wp:effectExtent l="0" t="0" r="0" b="3810"/>
          <wp:wrapNone/>
          <wp:docPr id="14" name="Afbeelding 8">
            <a:extLst xmlns:a="http://schemas.openxmlformats.org/drawingml/2006/main">
              <a:ext uri="{FF2B5EF4-FFF2-40B4-BE49-F238E27FC236}">
                <a16:creationId xmlns:a16="http://schemas.microsoft.com/office/drawing/2014/main" id="{8B6CCB1A-54F2-45DD-8D58-51411B6A063C}"/>
              </a:ext>
            </a:extLst>
          </wp:docPr>
          <wp:cNvGraphicFramePr/>
          <a:graphic xmlns:a="http://schemas.openxmlformats.org/drawingml/2006/main">
            <a:graphicData uri="http://schemas.openxmlformats.org/drawingml/2006/picture">
              <pic:pic xmlns:pic="http://schemas.openxmlformats.org/drawingml/2006/picture">
                <pic:nvPicPr>
                  <pic:cNvPr id="9" name="Afbeelding 8">
                    <a:extLst>
                      <a:ext uri="{FF2B5EF4-FFF2-40B4-BE49-F238E27FC236}">
                        <a16:creationId xmlns:a16="http://schemas.microsoft.com/office/drawing/2014/main" id="{8B6CCB1A-54F2-45DD-8D58-51411B6A063C}"/>
                      </a:ext>
                    </a:extLst>
                  </pic:cNvPr>
                  <pic:cNvPicPr/>
                </pic:nvPicPr>
                <pic:blipFill rotWithShape="1">
                  <a:blip r:embed="rId9">
                    <a:alphaModFix amt="85000"/>
                    <a:extLst>
                      <a:ext uri="{28A0092B-C50C-407E-A947-70E740481C1C}">
                        <a14:useLocalDpi xmlns:a14="http://schemas.microsoft.com/office/drawing/2010/main" val="0"/>
                      </a:ext>
                    </a:extLst>
                  </a:blip>
                  <a:srcRect l="3510" t="52752" b="38282"/>
                  <a:stretch/>
                </pic:blipFill>
                <pic:spPr bwMode="auto">
                  <a:xfrm>
                    <a:off x="0" y="0"/>
                    <a:ext cx="10807682"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4CE5">
      <w:softHyphen/>
    </w:r>
    <w:r w:rsidR="00834CE5">
      <w:softHyphen/>
    </w:r>
    <w:r w:rsidR="00F719A6">
      <w:softHyphen/>
    </w:r>
  </w:p>
  <w:p w14:paraId="443C91E3" w14:textId="77777777" w:rsidR="00663BCD" w:rsidRDefault="00663BCD" w:rsidP="00663BCD">
    <w:pPr>
      <w:pStyle w:val="Voettekst"/>
      <w:ind w:left="-99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46170" w14:textId="77777777" w:rsidR="00D70F40" w:rsidRDefault="00D70F40" w:rsidP="00560526">
      <w:pPr>
        <w:spacing w:line="240" w:lineRule="auto"/>
      </w:pPr>
      <w:r>
        <w:separator/>
      </w:r>
    </w:p>
  </w:footnote>
  <w:footnote w:type="continuationSeparator" w:id="0">
    <w:p w14:paraId="2F1BB6A0" w14:textId="77777777" w:rsidR="00D70F40" w:rsidRDefault="00D70F40" w:rsidP="0056052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F1BB9" w14:textId="77777777" w:rsidR="00560526" w:rsidRDefault="00834CE5" w:rsidP="00834CE5">
    <w:pPr>
      <w:pStyle w:val="Koptekst"/>
      <w:tabs>
        <w:tab w:val="clear" w:pos="9072"/>
        <w:tab w:val="right" w:pos="9066"/>
      </w:tabs>
      <w:ind w:left="-993" w:firstLine="993"/>
      <w:jc w:val="right"/>
    </w:pPr>
    <w:r>
      <w:rPr>
        <w:noProof/>
      </w:rPr>
      <w:drawing>
        <wp:anchor distT="0" distB="0" distL="114300" distR="114300" simplePos="0" relativeHeight="251689984" behindDoc="1" locked="0" layoutInCell="1" allowOverlap="1" wp14:anchorId="0A9C469E" wp14:editId="284DDDA3">
          <wp:simplePos x="0" y="0"/>
          <wp:positionH relativeFrom="column">
            <wp:posOffset>4630319</wp:posOffset>
          </wp:positionH>
          <wp:positionV relativeFrom="paragraph">
            <wp:posOffset>189560</wp:posOffset>
          </wp:positionV>
          <wp:extent cx="1620000" cy="893482"/>
          <wp:effectExtent l="0" t="0" r="0" b="190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1">
                    <a:extLst>
                      <a:ext uri="{28A0092B-C50C-407E-A947-70E740481C1C}">
                        <a14:useLocalDpi xmlns:a14="http://schemas.microsoft.com/office/drawing/2010/main" val="0"/>
                      </a:ext>
                    </a:extLst>
                  </a:blip>
                  <a:stretch>
                    <a:fillRect/>
                  </a:stretch>
                </pic:blipFill>
                <pic:spPr>
                  <a:xfrm>
                    <a:off x="0" y="0"/>
                    <a:ext cx="1620000" cy="89348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D066B" w14:textId="77777777" w:rsidR="00663BCD" w:rsidRPr="005F0EFD" w:rsidRDefault="00B944DF" w:rsidP="00834CE5">
    <w:pPr>
      <w:pStyle w:val="Koptekst"/>
      <w:ind w:left="-991" w:hanging="2"/>
      <w:jc w:val="right"/>
      <w:rPr>
        <w:vertAlign w:val="subscript"/>
      </w:rPr>
    </w:pPr>
    <w:r>
      <w:rPr>
        <w:noProof/>
      </w:rPr>
      <w:drawing>
        <wp:anchor distT="0" distB="0" distL="114300" distR="114300" simplePos="0" relativeHeight="251688960" behindDoc="1" locked="0" layoutInCell="1" allowOverlap="1" wp14:anchorId="75AAFDEB" wp14:editId="3BDC0F45">
          <wp:simplePos x="0" y="0"/>
          <wp:positionH relativeFrom="column">
            <wp:posOffset>-388620</wp:posOffset>
          </wp:positionH>
          <wp:positionV relativeFrom="paragraph">
            <wp:posOffset>196850</wp:posOffset>
          </wp:positionV>
          <wp:extent cx="1620000" cy="893482"/>
          <wp:effectExtent l="0" t="0" r="0" b="1905"/>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1">
                    <a:extLst>
                      <a:ext uri="{28A0092B-C50C-407E-A947-70E740481C1C}">
                        <a14:useLocalDpi xmlns:a14="http://schemas.microsoft.com/office/drawing/2010/main" val="0"/>
                      </a:ext>
                    </a:extLst>
                  </a:blip>
                  <a:stretch>
                    <a:fillRect/>
                  </a:stretch>
                </pic:blipFill>
                <pic:spPr>
                  <a:xfrm>
                    <a:off x="0" y="0"/>
                    <a:ext cx="1620000" cy="89348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F7386"/>
    <w:multiLevelType w:val="hybridMultilevel"/>
    <w:tmpl w:val="19808150"/>
    <w:lvl w:ilvl="0" w:tplc="94342648">
      <w:numFmt w:val="bullet"/>
      <w:lvlText w:val="-"/>
      <w:lvlJc w:val="left"/>
      <w:pPr>
        <w:ind w:left="720" w:hanging="360"/>
      </w:pPr>
      <w:rPr>
        <w:rFonts w:ascii="Century Gothic" w:eastAsiaTheme="minorHAnsi" w:hAnsi="Century Gothic"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63321D9"/>
    <w:multiLevelType w:val="hybridMultilevel"/>
    <w:tmpl w:val="0E647624"/>
    <w:lvl w:ilvl="0" w:tplc="CAC6CAB4">
      <w:start w:val="1"/>
      <w:numFmt w:val="decimal"/>
      <w:lvlText w:val="%1."/>
      <w:lvlJc w:val="left"/>
      <w:pPr>
        <w:ind w:left="1420" w:hanging="70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75F45FF3"/>
    <w:multiLevelType w:val="hybridMultilevel"/>
    <w:tmpl w:val="2E084A94"/>
    <w:lvl w:ilvl="0" w:tplc="ED5EC236">
      <w:start w:val="1"/>
      <w:numFmt w:val="decimal"/>
      <w:lvlText w:val="%1."/>
      <w:lvlJc w:val="left"/>
      <w:pPr>
        <w:ind w:left="1440" w:hanging="360"/>
      </w:pPr>
      <w:rPr>
        <w:rFonts w:ascii="Century Gothic" w:hAnsi="Century Gothic" w:hint="default"/>
        <w:b/>
        <w:i w:val="0"/>
        <w:color w:val="0BA99D"/>
        <w:sz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 w15:restartNumberingAfterBreak="0">
    <w:nsid w:val="7E556A12"/>
    <w:multiLevelType w:val="hybridMultilevel"/>
    <w:tmpl w:val="FEB287C4"/>
    <w:lvl w:ilvl="0" w:tplc="DD4C371E">
      <w:start w:val="1"/>
      <w:numFmt w:val="decimal"/>
      <w:pStyle w:val="Lijstalinea"/>
      <w:lvlText w:val="%1."/>
      <w:lvlJc w:val="left"/>
      <w:pPr>
        <w:ind w:left="158" w:hanging="360"/>
      </w:pPr>
      <w:rPr>
        <w:rFonts w:ascii="Century Gothic" w:hAnsi="Century Gothic" w:hint="default"/>
        <w:b/>
        <w:i w:val="0"/>
        <w:color w:val="00649B"/>
        <w:sz w:val="20"/>
      </w:rPr>
    </w:lvl>
    <w:lvl w:ilvl="1" w:tplc="04130019" w:tentative="1">
      <w:start w:val="1"/>
      <w:numFmt w:val="lowerLetter"/>
      <w:lvlText w:val="%2."/>
      <w:lvlJc w:val="left"/>
      <w:pPr>
        <w:ind w:left="-562" w:hanging="360"/>
      </w:pPr>
    </w:lvl>
    <w:lvl w:ilvl="2" w:tplc="0413001B" w:tentative="1">
      <w:start w:val="1"/>
      <w:numFmt w:val="lowerRoman"/>
      <w:lvlText w:val="%3."/>
      <w:lvlJc w:val="right"/>
      <w:pPr>
        <w:ind w:left="158" w:hanging="180"/>
      </w:pPr>
    </w:lvl>
    <w:lvl w:ilvl="3" w:tplc="0413000F" w:tentative="1">
      <w:start w:val="1"/>
      <w:numFmt w:val="decimal"/>
      <w:lvlText w:val="%4."/>
      <w:lvlJc w:val="left"/>
      <w:pPr>
        <w:ind w:left="878" w:hanging="360"/>
      </w:pPr>
    </w:lvl>
    <w:lvl w:ilvl="4" w:tplc="04130019" w:tentative="1">
      <w:start w:val="1"/>
      <w:numFmt w:val="lowerLetter"/>
      <w:lvlText w:val="%5."/>
      <w:lvlJc w:val="left"/>
      <w:pPr>
        <w:ind w:left="1598" w:hanging="360"/>
      </w:pPr>
    </w:lvl>
    <w:lvl w:ilvl="5" w:tplc="0413001B" w:tentative="1">
      <w:start w:val="1"/>
      <w:numFmt w:val="lowerRoman"/>
      <w:lvlText w:val="%6."/>
      <w:lvlJc w:val="right"/>
      <w:pPr>
        <w:ind w:left="2318" w:hanging="180"/>
      </w:pPr>
    </w:lvl>
    <w:lvl w:ilvl="6" w:tplc="0413000F" w:tentative="1">
      <w:start w:val="1"/>
      <w:numFmt w:val="decimal"/>
      <w:lvlText w:val="%7."/>
      <w:lvlJc w:val="left"/>
      <w:pPr>
        <w:ind w:left="3038" w:hanging="360"/>
      </w:pPr>
    </w:lvl>
    <w:lvl w:ilvl="7" w:tplc="04130019" w:tentative="1">
      <w:start w:val="1"/>
      <w:numFmt w:val="lowerLetter"/>
      <w:lvlText w:val="%8."/>
      <w:lvlJc w:val="left"/>
      <w:pPr>
        <w:ind w:left="3758" w:hanging="360"/>
      </w:pPr>
    </w:lvl>
    <w:lvl w:ilvl="8" w:tplc="0413001B" w:tentative="1">
      <w:start w:val="1"/>
      <w:numFmt w:val="lowerRoman"/>
      <w:lvlText w:val="%9."/>
      <w:lvlJc w:val="right"/>
      <w:pPr>
        <w:ind w:left="4478" w:hanging="180"/>
      </w:pPr>
    </w:lvl>
  </w:abstractNum>
  <w:num w:numId="1" w16cid:durableId="351956588">
    <w:abstractNumId w:val="2"/>
  </w:num>
  <w:num w:numId="2" w16cid:durableId="1036807998">
    <w:abstractNumId w:val="1"/>
  </w:num>
  <w:num w:numId="3" w16cid:durableId="1276712262">
    <w:abstractNumId w:val="3"/>
  </w:num>
  <w:num w:numId="4" w16cid:durableId="336730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84A"/>
    <w:rsid w:val="00006617"/>
    <w:rsid w:val="00012A27"/>
    <w:rsid w:val="000C7449"/>
    <w:rsid w:val="00136AE3"/>
    <w:rsid w:val="00157233"/>
    <w:rsid w:val="001643E1"/>
    <w:rsid w:val="002007DC"/>
    <w:rsid w:val="00252125"/>
    <w:rsid w:val="00285946"/>
    <w:rsid w:val="002A1586"/>
    <w:rsid w:val="002C3F47"/>
    <w:rsid w:val="002D21C7"/>
    <w:rsid w:val="00373025"/>
    <w:rsid w:val="003B3154"/>
    <w:rsid w:val="003C0BEF"/>
    <w:rsid w:val="003C2990"/>
    <w:rsid w:val="003C2A2E"/>
    <w:rsid w:val="003F133A"/>
    <w:rsid w:val="004614AC"/>
    <w:rsid w:val="00483996"/>
    <w:rsid w:val="004C4D96"/>
    <w:rsid w:val="005518DC"/>
    <w:rsid w:val="00552907"/>
    <w:rsid w:val="00557E45"/>
    <w:rsid w:val="00560526"/>
    <w:rsid w:val="00574469"/>
    <w:rsid w:val="00597DF1"/>
    <w:rsid w:val="005E22F1"/>
    <w:rsid w:val="005F0EFD"/>
    <w:rsid w:val="005F3225"/>
    <w:rsid w:val="00663BCD"/>
    <w:rsid w:val="00755DC7"/>
    <w:rsid w:val="00834CE5"/>
    <w:rsid w:val="00853417"/>
    <w:rsid w:val="008A0B01"/>
    <w:rsid w:val="009410C5"/>
    <w:rsid w:val="00971F23"/>
    <w:rsid w:val="00991EDA"/>
    <w:rsid w:val="009B00E0"/>
    <w:rsid w:val="00A22384"/>
    <w:rsid w:val="00A830F3"/>
    <w:rsid w:val="00AE44E2"/>
    <w:rsid w:val="00B7298D"/>
    <w:rsid w:val="00B8484A"/>
    <w:rsid w:val="00B944DF"/>
    <w:rsid w:val="00BD1BB8"/>
    <w:rsid w:val="00BD429C"/>
    <w:rsid w:val="00BE018C"/>
    <w:rsid w:val="00BF7864"/>
    <w:rsid w:val="00C0038C"/>
    <w:rsid w:val="00C11344"/>
    <w:rsid w:val="00C123A3"/>
    <w:rsid w:val="00C46EDB"/>
    <w:rsid w:val="00C76D70"/>
    <w:rsid w:val="00C96B5B"/>
    <w:rsid w:val="00CA3821"/>
    <w:rsid w:val="00D27AB9"/>
    <w:rsid w:val="00D6007A"/>
    <w:rsid w:val="00D60FEF"/>
    <w:rsid w:val="00D70F40"/>
    <w:rsid w:val="00DA4141"/>
    <w:rsid w:val="00DC02A3"/>
    <w:rsid w:val="00E16F68"/>
    <w:rsid w:val="00EE6DBF"/>
    <w:rsid w:val="00F4119E"/>
    <w:rsid w:val="00F63A3F"/>
    <w:rsid w:val="00F719A6"/>
    <w:rsid w:val="00F93A4A"/>
    <w:rsid w:val="00FD371C"/>
    <w:rsid w:val="00FE6856"/>
    <w:rsid w:val="00FF6B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3F52C2"/>
  <w15:chartTrackingRefBased/>
  <w15:docId w15:val="{D7EE80FF-9F07-4030-8E66-3904522DB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E6DBF"/>
    <w:pPr>
      <w:spacing w:line="260" w:lineRule="atLeast"/>
    </w:pPr>
    <w:rPr>
      <w:rFonts w:ascii="Century Gothic" w:hAnsi="Century Gothic"/>
      <w:sz w:val="20"/>
    </w:rPr>
  </w:style>
  <w:style w:type="paragraph" w:styleId="Kop1">
    <w:name w:val="heading 1"/>
    <w:aliases w:val="Subkop 1"/>
    <w:basedOn w:val="Standaard"/>
    <w:next w:val="Standaard"/>
    <w:link w:val="Kop1Char"/>
    <w:uiPriority w:val="9"/>
    <w:qFormat/>
    <w:rsid w:val="005E22F1"/>
    <w:pPr>
      <w:keepNext/>
      <w:keepLines/>
      <w:spacing w:before="240"/>
      <w:outlineLvl w:val="0"/>
    </w:pPr>
    <w:rPr>
      <w:rFonts w:eastAsiaTheme="majorEastAsia" w:cstheme="majorBidi"/>
      <w:b/>
      <w:color w:val="00649B"/>
      <w:sz w:val="26"/>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60526"/>
    <w:pPr>
      <w:tabs>
        <w:tab w:val="center" w:pos="4536"/>
        <w:tab w:val="right" w:pos="9072"/>
      </w:tabs>
    </w:pPr>
  </w:style>
  <w:style w:type="character" w:customStyle="1" w:styleId="KoptekstChar">
    <w:name w:val="Koptekst Char"/>
    <w:basedOn w:val="Standaardalinea-lettertype"/>
    <w:link w:val="Koptekst"/>
    <w:uiPriority w:val="99"/>
    <w:rsid w:val="00560526"/>
  </w:style>
  <w:style w:type="paragraph" w:styleId="Voettekst">
    <w:name w:val="footer"/>
    <w:basedOn w:val="Standaard"/>
    <w:link w:val="VoettekstChar"/>
    <w:uiPriority w:val="99"/>
    <w:unhideWhenUsed/>
    <w:rsid w:val="00560526"/>
    <w:pPr>
      <w:tabs>
        <w:tab w:val="center" w:pos="4536"/>
        <w:tab w:val="right" w:pos="9072"/>
      </w:tabs>
    </w:pPr>
  </w:style>
  <w:style w:type="character" w:customStyle="1" w:styleId="VoettekstChar">
    <w:name w:val="Voettekst Char"/>
    <w:basedOn w:val="Standaardalinea-lettertype"/>
    <w:link w:val="Voettekst"/>
    <w:uiPriority w:val="99"/>
    <w:rsid w:val="00560526"/>
  </w:style>
  <w:style w:type="table" w:styleId="Tabelraster">
    <w:name w:val="Table Grid"/>
    <w:basedOn w:val="Standaardtabel"/>
    <w:uiPriority w:val="39"/>
    <w:rsid w:val="00560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3C2A2E"/>
    <w:rPr>
      <w:color w:val="0563C1" w:themeColor="hyperlink"/>
      <w:u w:val="single"/>
    </w:rPr>
  </w:style>
  <w:style w:type="character" w:styleId="Onopgelostemelding">
    <w:name w:val="Unresolved Mention"/>
    <w:basedOn w:val="Standaardalinea-lettertype"/>
    <w:uiPriority w:val="99"/>
    <w:semiHidden/>
    <w:unhideWhenUsed/>
    <w:rsid w:val="003C2A2E"/>
    <w:rPr>
      <w:color w:val="605E5C"/>
      <w:shd w:val="clear" w:color="auto" w:fill="E1DFDD"/>
    </w:rPr>
  </w:style>
  <w:style w:type="paragraph" w:styleId="Titel">
    <w:name w:val="Title"/>
    <w:basedOn w:val="Standaard"/>
    <w:next w:val="Standaard"/>
    <w:link w:val="TitelChar"/>
    <w:uiPriority w:val="10"/>
    <w:qFormat/>
    <w:rsid w:val="00EE6DBF"/>
    <w:pPr>
      <w:spacing w:line="240" w:lineRule="auto"/>
      <w:contextualSpacing/>
    </w:pPr>
    <w:rPr>
      <w:rFonts w:eastAsiaTheme="majorEastAsia" w:cs="Times New Roman (Koppen CS)"/>
      <w:b/>
      <w:caps/>
      <w:color w:val="B41876"/>
      <w:spacing w:val="-10"/>
      <w:kern w:val="28"/>
      <w:sz w:val="28"/>
      <w:szCs w:val="56"/>
    </w:rPr>
  </w:style>
  <w:style w:type="character" w:customStyle="1" w:styleId="TitelChar">
    <w:name w:val="Titel Char"/>
    <w:basedOn w:val="Standaardalinea-lettertype"/>
    <w:link w:val="Titel"/>
    <w:uiPriority w:val="10"/>
    <w:rsid w:val="00EE6DBF"/>
    <w:rPr>
      <w:rFonts w:ascii="Century Gothic" w:eastAsiaTheme="majorEastAsia" w:hAnsi="Century Gothic" w:cs="Times New Roman (Koppen CS)"/>
      <w:b/>
      <w:caps/>
      <w:color w:val="B41876"/>
      <w:spacing w:val="-10"/>
      <w:kern w:val="28"/>
      <w:sz w:val="28"/>
      <w:szCs w:val="56"/>
    </w:rPr>
  </w:style>
  <w:style w:type="character" w:customStyle="1" w:styleId="Kop1Char">
    <w:name w:val="Kop 1 Char"/>
    <w:aliases w:val="Subkop 1 Char"/>
    <w:basedOn w:val="Standaardalinea-lettertype"/>
    <w:link w:val="Kop1"/>
    <w:uiPriority w:val="9"/>
    <w:rsid w:val="005E22F1"/>
    <w:rPr>
      <w:rFonts w:ascii="Century Gothic" w:eastAsiaTheme="majorEastAsia" w:hAnsi="Century Gothic" w:cstheme="majorBidi"/>
      <w:b/>
      <w:color w:val="00649B"/>
      <w:sz w:val="26"/>
      <w:szCs w:val="32"/>
    </w:rPr>
  </w:style>
  <w:style w:type="paragraph" w:styleId="Lijstalinea">
    <w:name w:val="List Paragraph"/>
    <w:basedOn w:val="Standaard"/>
    <w:uiPriority w:val="34"/>
    <w:qFormat/>
    <w:rsid w:val="00EE6DBF"/>
    <w:pPr>
      <w:numPr>
        <w:numId w:val="3"/>
      </w:numPr>
      <w:contextualSpacing/>
    </w:pPr>
  </w:style>
  <w:style w:type="paragraph" w:styleId="Geenafstand">
    <w:name w:val="No Spacing"/>
    <w:aliases w:val="Ondertitel voorblad"/>
    <w:link w:val="GeenafstandChar"/>
    <w:uiPriority w:val="1"/>
    <w:qFormat/>
    <w:rsid w:val="00E16F68"/>
    <w:pPr>
      <w:spacing w:line="240" w:lineRule="auto"/>
    </w:pPr>
    <w:rPr>
      <w:rFonts w:ascii="Century Gothic" w:eastAsiaTheme="minorEastAsia" w:hAnsi="Century Gothic"/>
      <w:color w:val="FFFFFF" w:themeColor="background1"/>
      <w:sz w:val="28"/>
      <w:szCs w:val="22"/>
      <w:lang w:val="en-US" w:eastAsia="zh-CN"/>
    </w:rPr>
  </w:style>
  <w:style w:type="character" w:customStyle="1" w:styleId="GeenafstandChar">
    <w:name w:val="Geen afstand Char"/>
    <w:aliases w:val="Ondertitel voorblad Char"/>
    <w:basedOn w:val="Standaardalinea-lettertype"/>
    <w:link w:val="Geenafstand"/>
    <w:uiPriority w:val="1"/>
    <w:rsid w:val="00E16F68"/>
    <w:rPr>
      <w:rFonts w:ascii="Century Gothic" w:eastAsiaTheme="minorEastAsia" w:hAnsi="Century Gothic"/>
      <w:color w:val="FFFFFF" w:themeColor="background1"/>
      <w:sz w:val="28"/>
      <w:szCs w:val="22"/>
      <w:lang w:val="en-US" w:eastAsia="zh-CN"/>
    </w:rPr>
  </w:style>
  <w:style w:type="paragraph" w:customStyle="1" w:styleId="Titelvoorblad">
    <w:name w:val="Titel voorblad"/>
    <w:basedOn w:val="Standaard"/>
    <w:qFormat/>
    <w:rsid w:val="00E16F68"/>
    <w:pPr>
      <w:spacing w:line="240" w:lineRule="auto"/>
    </w:pPr>
    <w:rPr>
      <w:rFonts w:eastAsiaTheme="majorEastAsia" w:cstheme="majorBidi"/>
      <w:b/>
      <w:color w:val="FFFFFF" w:themeColor="background1"/>
      <w:sz w:val="72"/>
      <w:szCs w:val="72"/>
    </w:rPr>
  </w:style>
  <w:style w:type="character" w:styleId="Paginanummer">
    <w:name w:val="page number"/>
    <w:basedOn w:val="Standaardalinea-lettertype"/>
    <w:uiPriority w:val="99"/>
    <w:semiHidden/>
    <w:unhideWhenUsed/>
    <w:rsid w:val="00136AE3"/>
  </w:style>
  <w:style w:type="character" w:styleId="Regelnummer">
    <w:name w:val="line number"/>
    <w:basedOn w:val="Standaardalinea-lettertype"/>
    <w:uiPriority w:val="99"/>
    <w:semiHidden/>
    <w:unhideWhenUsed/>
    <w:rsid w:val="00A830F3"/>
  </w:style>
  <w:style w:type="paragraph" w:styleId="Revisie">
    <w:name w:val="Revision"/>
    <w:hidden/>
    <w:uiPriority w:val="99"/>
    <w:semiHidden/>
    <w:rsid w:val="00A830F3"/>
    <w:pPr>
      <w:spacing w:line="240" w:lineRule="auto"/>
    </w:pPr>
    <w:rPr>
      <w:rFonts w:ascii="Century Gothic" w:hAnsi="Century Gothic"/>
      <w:sz w:val="20"/>
    </w:rPr>
  </w:style>
  <w:style w:type="paragraph" w:styleId="Normaalweb">
    <w:name w:val="Normal (Web)"/>
    <w:basedOn w:val="Standaard"/>
    <w:uiPriority w:val="99"/>
    <w:semiHidden/>
    <w:unhideWhenUsed/>
    <w:rsid w:val="00B8484A"/>
    <w:pPr>
      <w:spacing w:before="100" w:beforeAutospacing="1" w:after="100" w:afterAutospacing="1" w:line="240" w:lineRule="auto"/>
    </w:pPr>
    <w:rPr>
      <w:rFonts w:ascii="Times New Roman" w:eastAsia="Times New Roman" w:hAnsi="Times New Roman" w:cs="Times New Roman"/>
      <w:sz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093349">
      <w:bodyDiv w:val="1"/>
      <w:marLeft w:val="0"/>
      <w:marRight w:val="0"/>
      <w:marTop w:val="0"/>
      <w:marBottom w:val="0"/>
      <w:divBdr>
        <w:top w:val="none" w:sz="0" w:space="0" w:color="auto"/>
        <w:left w:val="none" w:sz="0" w:space="0" w:color="auto"/>
        <w:bottom w:val="none" w:sz="0" w:space="0" w:color="auto"/>
        <w:right w:val="none" w:sz="0" w:space="0" w:color="auto"/>
      </w:divBdr>
    </w:div>
    <w:div w:id="174352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image" Target="media/image5.png"/><Relationship Id="rId7" Type="http://schemas.openxmlformats.org/officeDocument/2006/relationships/image" Target="media/image9.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png"/><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anie%20Spans\Downloads\Kerkpunt%20brief%20sjabloon%20v1.0.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9E03F4500E76498CCF8AD6FC03661D" ma:contentTypeVersion="16" ma:contentTypeDescription="Create a new document." ma:contentTypeScope="" ma:versionID="045dfb86d809a610620484d3595f4c0b">
  <xsd:schema xmlns:xsd="http://www.w3.org/2001/XMLSchema" xmlns:xs="http://www.w3.org/2001/XMLSchema" xmlns:p="http://schemas.microsoft.com/office/2006/metadata/properties" xmlns:ns2="023f1409-2d5c-4230-8b82-3d68199a2acf" xmlns:ns3="31348ebc-0d43-4ce3-a697-919d9d9a845a" targetNamespace="http://schemas.microsoft.com/office/2006/metadata/properties" ma:root="true" ma:fieldsID="aeaf604928e2f88e16837a96f412c8f8" ns2:_="" ns3:_="">
    <xsd:import namespace="023f1409-2d5c-4230-8b82-3d68199a2acf"/>
    <xsd:import namespace="31348ebc-0d43-4ce3-a697-919d9d9a845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3f1409-2d5c-4230-8b82-3d68199a2a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0e4d52e-ac50-429b-bf35-f56f11a5a28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1348ebc-0d43-4ce3-a697-919d9d9a845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9b6a71f-dff0-4ac0-bcb2-6f870b687d5a}" ma:internalName="TaxCatchAll" ma:showField="CatchAllData" ma:web="31348ebc-0d43-4ce3-a697-919d9d9a84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1348ebc-0d43-4ce3-a697-919d9d9a845a" xsi:nil="true"/>
    <lcf76f155ced4ddcb4097134ff3c332f xmlns="023f1409-2d5c-4230-8b82-3d68199a2ac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96740-C556-413B-BBAA-CA5A4C320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3f1409-2d5c-4230-8b82-3d68199a2acf"/>
    <ds:schemaRef ds:uri="31348ebc-0d43-4ce3-a697-919d9d9a84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5BB58C-DF83-4087-AF6F-AAC0233B7FB0}">
  <ds:schemaRefs>
    <ds:schemaRef ds:uri="http://schemas.microsoft.com/office/2006/metadata/properties"/>
    <ds:schemaRef ds:uri="http://schemas.microsoft.com/office/infopath/2007/PartnerControls"/>
    <ds:schemaRef ds:uri="31348ebc-0d43-4ce3-a697-919d9d9a845a"/>
    <ds:schemaRef ds:uri="023f1409-2d5c-4230-8b82-3d68199a2acf"/>
  </ds:schemaRefs>
</ds:datastoreItem>
</file>

<file path=customXml/itemProps3.xml><?xml version="1.0" encoding="utf-8"?>
<ds:datastoreItem xmlns:ds="http://schemas.openxmlformats.org/officeDocument/2006/customXml" ds:itemID="{98960F87-6D81-4466-B84D-21F6DE9BBD83}">
  <ds:schemaRefs>
    <ds:schemaRef ds:uri="http://schemas.microsoft.com/sharepoint/v3/contenttype/forms"/>
  </ds:schemaRefs>
</ds:datastoreItem>
</file>

<file path=customXml/itemProps4.xml><?xml version="1.0" encoding="utf-8"?>
<ds:datastoreItem xmlns:ds="http://schemas.openxmlformats.org/officeDocument/2006/customXml" ds:itemID="{F5194068-D45E-7E49-986E-D9E14F968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Kerkpunt brief sjabloon v1.0.dotx</Template>
  <TotalTime>22</TotalTime>
  <Pages>1</Pages>
  <Words>404</Words>
  <Characters>2225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Spans</dc:creator>
  <cp:keywords/>
  <dc:description/>
  <cp:lastModifiedBy>Derk Jan Poel</cp:lastModifiedBy>
  <cp:revision>20</cp:revision>
  <cp:lastPrinted>2021-08-11T12:42:00Z</cp:lastPrinted>
  <dcterms:created xsi:type="dcterms:W3CDTF">2021-09-10T14:40:00Z</dcterms:created>
  <dcterms:modified xsi:type="dcterms:W3CDTF">2023-06-30T07:04:00Z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0x010100C99E03F4500E76498CCF8AD6FC03661D</vt:lpwstr>
  </property>
  <property fmtid="{D5CDD505-2E9C-101B-9397-08002B2CF9AE}" pid="3" name="MediaServiceImageTags">
    <vt:lpwstr/>
  </property>
</Properties>
</file>